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268" w:rsidRPr="00226EC3" w:rsidRDefault="00684D14" w:rsidP="0010326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:rsidR="00103268" w:rsidRPr="00226EC3" w:rsidRDefault="0010326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226EC3" w:rsidRDefault="00684D14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26EC3" w:rsidRDefault="00684D14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DC10EC">
        <w:rPr>
          <w:rFonts w:ascii="Corbel" w:hAnsi="Corbel"/>
          <w:i/>
          <w:smallCaps/>
          <w:sz w:val="24"/>
          <w:szCs w:val="24"/>
        </w:rPr>
        <w:t>19</w:t>
      </w:r>
      <w:r>
        <w:rPr>
          <w:rFonts w:ascii="Corbel" w:hAnsi="Corbel"/>
          <w:i/>
          <w:smallCaps/>
          <w:sz w:val="24"/>
          <w:szCs w:val="24"/>
        </w:rPr>
        <w:t xml:space="preserve"> - 202</w:t>
      </w:r>
      <w:r w:rsidR="00DC10EC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226EC3" w:rsidRDefault="00684D1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445970" w:rsidRPr="00226EC3" w:rsidRDefault="00684D14" w:rsidP="00EA4832">
      <w:pPr>
        <w:spacing w:after="0" w:line="240" w:lineRule="exact"/>
        <w:jc w:val="both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684D14">
        <w:rPr>
          <w:rFonts w:ascii="Corbel" w:hAnsi="Corbel"/>
          <w:b/>
          <w:sz w:val="20"/>
          <w:szCs w:val="20"/>
        </w:rPr>
        <w:t>Rok akademicki 202</w:t>
      </w:r>
      <w:r w:rsidR="00DC10EC">
        <w:rPr>
          <w:rFonts w:ascii="Corbel" w:hAnsi="Corbel"/>
          <w:b/>
          <w:sz w:val="20"/>
          <w:szCs w:val="20"/>
        </w:rPr>
        <w:t>1</w:t>
      </w:r>
      <w:bookmarkStart w:id="0" w:name="_GoBack"/>
      <w:bookmarkEnd w:id="0"/>
      <w:r>
        <w:rPr>
          <w:rFonts w:ascii="Corbel" w:hAnsi="Corbel"/>
          <w:b/>
          <w:sz w:val="20"/>
          <w:szCs w:val="20"/>
        </w:rPr>
        <w:t>/202</w:t>
      </w:r>
      <w:r w:rsidR="00DC10EC">
        <w:rPr>
          <w:rFonts w:ascii="Corbel" w:hAnsi="Corbel"/>
          <w:b/>
          <w:sz w:val="20"/>
          <w:szCs w:val="20"/>
        </w:rPr>
        <w:t>2</w:t>
      </w:r>
    </w:p>
    <w:p w:rsidR="0085747A" w:rsidRPr="00226EC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684D14">
              <w:rPr>
                <w:rFonts w:ascii="Corbel" w:hAnsi="Corbel"/>
                <w:sz w:val="22"/>
              </w:rPr>
              <w:t>Nowe polityki miejskie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MK 38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67D09" w:rsidRPr="00226EC3" w:rsidRDefault="00CC5095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Politologia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684D14">
              <w:rPr>
                <w:rFonts w:ascii="Corbel" w:hAnsi="Corbel"/>
                <w:sz w:val="22"/>
              </w:rPr>
              <w:t>I stopień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684D14">
              <w:rPr>
                <w:rFonts w:ascii="Corbel" w:hAnsi="Corbel"/>
                <w:sz w:val="22"/>
              </w:rPr>
              <w:t>Rok III, semestr VI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specjalnościowy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967D09" w:rsidRPr="00226EC3" w:rsidTr="00967D09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 xml:space="preserve">Dr hab. Grzegorz </w:t>
            </w:r>
            <w:proofErr w:type="spellStart"/>
            <w:r w:rsidRPr="00684D14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Pr="00684D1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967D09" w:rsidRPr="00226EC3" w:rsidTr="000C66FC">
        <w:tc>
          <w:tcPr>
            <w:tcW w:w="2694" w:type="dxa"/>
            <w:vAlign w:val="center"/>
          </w:tcPr>
          <w:p w:rsidR="00967D09" w:rsidRPr="00226EC3" w:rsidRDefault="00684D14" w:rsidP="00967D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67D09" w:rsidRPr="00226EC3" w:rsidRDefault="00684D14" w:rsidP="00967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 xml:space="preserve">Dr hab. Grzegorz </w:t>
            </w:r>
            <w:proofErr w:type="spellStart"/>
            <w:r w:rsidRPr="00684D14">
              <w:rPr>
                <w:rFonts w:ascii="Corbel" w:hAnsi="Corbel"/>
                <w:b w:val="0"/>
                <w:sz w:val="22"/>
              </w:rPr>
              <w:t>Bonusiak</w:t>
            </w:r>
            <w:proofErr w:type="spellEnd"/>
            <w:r w:rsidRPr="00684D1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</w:tbl>
    <w:p w:rsidR="0085747A" w:rsidRPr="00226EC3" w:rsidRDefault="00684D14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23D7D" w:rsidRPr="00226E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26EC3" w:rsidRDefault="00684D14" w:rsidP="009C54A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3D7D" w:rsidRPr="00226EC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26EC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  <w:p w:rsidR="00951E44" w:rsidRPr="00226EC3" w:rsidRDefault="00951E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6EC3" w:rsidRDefault="00684D1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15B8F" w:rsidRPr="00226EC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26EC3" w:rsidRDefault="00684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684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951E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6EC3" w:rsidRDefault="00684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226EC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26EC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26EC3" w:rsidRDefault="00684D1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A6940" w:rsidRPr="00226EC3" w:rsidRDefault="006A6940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</w:rPr>
      </w:pPr>
    </w:p>
    <w:p w:rsidR="0085747A" w:rsidRPr="00226EC3" w:rsidRDefault="00684D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4D14">
        <w:rPr>
          <w:rFonts w:ascii="Segoe UI Symbol" w:eastAsia="MS Gothic" w:hAnsi="Segoe UI Symbol" w:cs="Segoe UI Symbol"/>
          <w:b w:val="0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226EC3" w:rsidRDefault="00684D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4D14"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26EC3" w:rsidRDefault="00684D1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przedmiotu: </w:t>
      </w:r>
      <w:r>
        <w:rPr>
          <w:rFonts w:ascii="Corbel" w:hAnsi="Corbel"/>
          <w:b w:val="0"/>
          <w:bCs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z oceną</w:t>
      </w:r>
    </w:p>
    <w:p w:rsidR="00E960BB" w:rsidRPr="00226EC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26EC3" w:rsidRDefault="00684D1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6A6940" w:rsidRPr="00226EC3" w:rsidRDefault="006A694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6EC3" w:rsidTr="00745302">
        <w:tc>
          <w:tcPr>
            <w:tcW w:w="9670" w:type="dxa"/>
          </w:tcPr>
          <w:p w:rsidR="0085747A" w:rsidRPr="00226EC3" w:rsidRDefault="00684D1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color w:val="000000"/>
                <w:szCs w:val="20"/>
              </w:rPr>
              <w:t>Wiedza na temat administracji publicznej oraz rozwoju lokalnego i regionalnego</w:t>
            </w:r>
          </w:p>
        </w:tc>
      </w:tr>
    </w:tbl>
    <w:p w:rsidR="00153C41" w:rsidRPr="00226EC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26EC3" w:rsidRDefault="00684D14" w:rsidP="009C54A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83B28" w:rsidRPr="00226EC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67D09" w:rsidRPr="00226EC3" w:rsidTr="00967D09">
        <w:tc>
          <w:tcPr>
            <w:tcW w:w="851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D1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cywilizacyjnym znaczeniem miast oraz jego współczesnymi przemianami</w:t>
            </w:r>
          </w:p>
        </w:tc>
      </w:tr>
      <w:tr w:rsidR="00967D09" w:rsidRPr="00226EC3" w:rsidTr="00967D09">
        <w:tc>
          <w:tcPr>
            <w:tcW w:w="851" w:type="dxa"/>
            <w:vAlign w:val="center"/>
          </w:tcPr>
          <w:p w:rsidR="00967D09" w:rsidRPr="00226EC3" w:rsidRDefault="00684D14" w:rsidP="00967D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4D14">
              <w:rPr>
                <w:rFonts w:ascii="Corbel" w:hAnsi="Corbel"/>
                <w:b w:val="0"/>
                <w:sz w:val="24"/>
                <w:szCs w:val="24"/>
              </w:rPr>
              <w:t>Przedstawienie głównych zagrożeń stojących przed współczesnymi miastami oraz środków zaradczych</w:t>
            </w:r>
          </w:p>
        </w:tc>
      </w:tr>
      <w:tr w:rsidR="00967D09" w:rsidRPr="00226EC3" w:rsidTr="00967D09">
        <w:tc>
          <w:tcPr>
            <w:tcW w:w="851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67D09" w:rsidRPr="00226EC3" w:rsidRDefault="00684D14" w:rsidP="00967D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4D14">
              <w:rPr>
                <w:rFonts w:ascii="Corbel" w:hAnsi="Corbel"/>
                <w:b w:val="0"/>
                <w:sz w:val="24"/>
                <w:szCs w:val="24"/>
              </w:rPr>
              <w:t>Wykształcenie umiejętności opisywania, analizowania i porównywania zjawisk i procesów społecznych, gospodarczych i politycznych w miastach współczesnych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26EC3" w:rsidRDefault="00684D1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D7B54" w:rsidRPr="00226EC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26EC3" w:rsidTr="0071620A">
        <w:tc>
          <w:tcPr>
            <w:tcW w:w="1701" w:type="dxa"/>
            <w:vAlign w:val="center"/>
          </w:tcPr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85747A" w:rsidRPr="00226EC3" w:rsidRDefault="00684D1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85747A" w:rsidRPr="00226EC3" w:rsidRDefault="00684D1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Ma wiedzę dotyczącą historyczne, gospodarczej i kulturowej specyfiki miast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K_W02; 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br/>
              <w:t>K_W06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Ma wiedzę dotyczącą form partycypacji społecznej w zarządzaniu miastami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Definiuje cele i formy prowadzenia polityki społecznej w wymiarze lokalnym (miejskim) 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Wskazuje zagrożenia dla zintegrowanego i zrównoważonego rozwoju miast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Wyjaśnia mechanizmy funkcjonowania społeczności lokalnych (miejskich)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K_U13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Jest przygotowany do uczestniczenia w życiu społecznym wspólnoty lokalnej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  <w:tr w:rsidR="00967D09" w:rsidRPr="00226EC3" w:rsidTr="005E6E85">
        <w:tc>
          <w:tcPr>
            <w:tcW w:w="1701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Jest przygotowany do pracy w organizacjach społecznych oraz organach samorządu terytorialnego</w:t>
            </w:r>
          </w:p>
        </w:tc>
        <w:tc>
          <w:tcPr>
            <w:tcW w:w="1873" w:type="dxa"/>
          </w:tcPr>
          <w:p w:rsidR="00967D09" w:rsidRPr="00226EC3" w:rsidRDefault="00684D14" w:rsidP="00967D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K_K07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6EC3" w:rsidRDefault="00684D1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4D14">
        <w:rPr>
          <w:rFonts w:ascii="Corbel" w:hAnsi="Corbel"/>
          <w:b/>
          <w:sz w:val="24"/>
          <w:szCs w:val="24"/>
        </w:rPr>
        <w:t xml:space="preserve">3.3 Treści programowe </w:t>
      </w:r>
      <w:r w:rsidRPr="00684D14">
        <w:rPr>
          <w:rFonts w:ascii="Corbel" w:hAnsi="Corbel"/>
          <w:sz w:val="24"/>
          <w:szCs w:val="24"/>
        </w:rPr>
        <w:t xml:space="preserve">  </w:t>
      </w:r>
    </w:p>
    <w:p w:rsidR="0085747A" w:rsidRPr="00226EC3" w:rsidRDefault="00684D14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4D14">
        <w:rPr>
          <w:rFonts w:ascii="Corbel" w:hAnsi="Corbel"/>
          <w:sz w:val="24"/>
          <w:szCs w:val="24"/>
        </w:rPr>
        <w:t xml:space="preserve">Problematyka konwersatorium </w:t>
      </w:r>
    </w:p>
    <w:p w:rsidR="00675843" w:rsidRPr="00226EC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Treści merytoryczne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Miasta i ich znaczenie w historii i kulturze Europy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Diagnoza: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 xml:space="preserve">- polityczne znaczenie miast współczesnych 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 xml:space="preserve">- gospodarcze znaczenie miast współczesnych 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społeczno-kulturowe znaczenie miast współczesnych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Główne wyzwania: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jakość przestrzeni i wykluczenie przestrzenne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środowisko przyrodnicze i kwestie ekologiczne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spójność społeczna i wykluczenie społeczne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różnorodność, jego potencjał i zagrożenia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gospodarka oparta na lokalnych zasobach a pozyskiwanie zasobów zewnętrznych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zrównoważony rozwój miast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Zarządzanie: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lastRenderedPageBreak/>
              <w:t>- miasta w ustroju administracyjno-terytorialnym, organy, zadania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partycypacja społeczna i mobilizacja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włączanie podmiotów II i III sektora do zarządzania miastem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wiedza ekspercka i budowanie strategii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zintegrowane zarządzanie miastem</w:t>
            </w:r>
          </w:p>
        </w:tc>
      </w:tr>
    </w:tbl>
    <w:p w:rsidR="00967D09" w:rsidRPr="00226EC3" w:rsidRDefault="00967D09" w:rsidP="00967D09">
      <w:pPr>
        <w:rPr>
          <w:rFonts w:ascii="Corbel" w:hAnsi="Corbel"/>
        </w:rPr>
      </w:pPr>
    </w:p>
    <w:p w:rsidR="00967D09" w:rsidRPr="00226EC3" w:rsidRDefault="00684D14" w:rsidP="00967D09">
      <w:pPr>
        <w:pStyle w:val="Akapitzlist"/>
        <w:numPr>
          <w:ilvl w:val="0"/>
          <w:numId w:val="2"/>
        </w:numPr>
        <w:jc w:val="both"/>
        <w:rPr>
          <w:rFonts w:ascii="Corbel" w:hAnsi="Corbel"/>
        </w:rPr>
      </w:pPr>
      <w:r w:rsidRPr="00684D14">
        <w:rPr>
          <w:rFonts w:ascii="Corbel" w:hAnsi="Corbel"/>
        </w:rPr>
        <w:t xml:space="preserve">Problematyka warsztatów </w:t>
      </w:r>
    </w:p>
    <w:p w:rsidR="00967D09" w:rsidRPr="00226EC3" w:rsidRDefault="00967D09" w:rsidP="00967D09">
      <w:pPr>
        <w:pStyle w:val="Akapitzlist"/>
        <w:rPr>
          <w:rFonts w:ascii="Corbel" w:hAnsi="Corbe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Treści merytoryczne</w:t>
            </w:r>
          </w:p>
        </w:tc>
      </w:tr>
      <w:tr w:rsidR="00967D09" w:rsidRPr="00226EC3" w:rsidTr="006A6940">
        <w:tc>
          <w:tcPr>
            <w:tcW w:w="7229" w:type="dxa"/>
          </w:tcPr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Projekt „moje miasto”: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plan zagospodarowania przestrzennego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społeczna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lokalowa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oświatowa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polityki ekologiczne (smog, wyspy ciepła, hałas, odory)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miejskie nisze ekologiczne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zachowanie dziedzictwa historycznego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kształtowanie tożsamości społeczno-kulturowej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kształtowanie wizerunku miasta</w:t>
            </w:r>
          </w:p>
          <w:p w:rsidR="00967D09" w:rsidRPr="00226EC3" w:rsidRDefault="00684D14" w:rsidP="00D5692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84D14">
              <w:rPr>
                <w:rFonts w:ascii="Corbel" w:hAnsi="Corbel"/>
              </w:rPr>
              <w:t>- polityka rewitalizacji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>3.4 Metody dydaktyczne</w:t>
      </w:r>
      <w:r w:rsidRPr="00684D1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F739D" w:rsidRPr="00226EC3" w:rsidRDefault="00684D14" w:rsidP="00FF739D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  <w:r w:rsidRPr="00684D14">
        <w:rPr>
          <w:rFonts w:ascii="Corbel" w:hAnsi="Corbel"/>
          <w:b w:val="0"/>
          <w:smallCaps w:val="0"/>
          <w:sz w:val="22"/>
        </w:rPr>
        <w:t>Ćwiczenia: analiza tekstów i materiału empirycznego, referowanie zagadnień z wybranej problematyki z zakresu polityk miejskich, projekt</w:t>
      </w:r>
    </w:p>
    <w:p w:rsidR="00E960BB" w:rsidRPr="00226EC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F739D" w:rsidRPr="00226EC3" w:rsidRDefault="00FF739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6EC3" w:rsidRDefault="00684D1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 xml:space="preserve">4. METODY I KRYTERIA OCENY </w:t>
      </w:r>
    </w:p>
    <w:p w:rsidR="00923D7D" w:rsidRPr="00226EC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>4.1 Sposoby weryfikacji efektów uczenia się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26EC3" w:rsidTr="00C05F44">
        <w:tc>
          <w:tcPr>
            <w:tcW w:w="1985" w:type="dxa"/>
            <w:vAlign w:val="center"/>
          </w:tcPr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26EC3" w:rsidRDefault="00684D1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84D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84D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739D" w:rsidRPr="00226EC3" w:rsidTr="00C05F44">
        <w:tc>
          <w:tcPr>
            <w:tcW w:w="1985" w:type="dxa"/>
          </w:tcPr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D14">
              <w:rPr>
                <w:rFonts w:ascii="Corbel" w:hAnsi="Corbel"/>
                <w:b w:val="0"/>
                <w:sz w:val="22"/>
              </w:rPr>
              <w:t>EK_ 01 – EK_07</w:t>
            </w:r>
          </w:p>
        </w:tc>
        <w:tc>
          <w:tcPr>
            <w:tcW w:w="5528" w:type="dxa"/>
          </w:tcPr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>obserwacja w trakcie zajęć, przygotowywanie i prezentowanie zagadnień w formie referatów/prezentacji, przygotowanie projektu „Moje miasto”</w:t>
            </w:r>
          </w:p>
        </w:tc>
        <w:tc>
          <w:tcPr>
            <w:tcW w:w="2126" w:type="dxa"/>
          </w:tcPr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</w:rPr>
              <w:t>ćwiczenia, wykład</w:t>
            </w:r>
          </w:p>
        </w:tc>
      </w:tr>
    </w:tbl>
    <w:p w:rsidR="00923D7D" w:rsidRPr="00226EC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23D7D" w:rsidRPr="00226EC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6EC3" w:rsidTr="00923D7D">
        <w:tc>
          <w:tcPr>
            <w:tcW w:w="9670" w:type="dxa"/>
          </w:tcPr>
          <w:p w:rsidR="0085747A" w:rsidRPr="00226E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F739D" w:rsidRPr="00226EC3" w:rsidRDefault="00684D14" w:rsidP="00FF73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Ćwiczenia: aktywność w trakcie zajęć, referaty, projekt w grupach</w:t>
            </w:r>
          </w:p>
          <w:p w:rsidR="0085747A" w:rsidRPr="00226EC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26EC3" w:rsidRDefault="00684D1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4D14">
        <w:rPr>
          <w:rFonts w:ascii="Corbel" w:hAnsi="Corbel"/>
          <w:b/>
          <w:sz w:val="24"/>
          <w:szCs w:val="24"/>
        </w:rPr>
        <w:br w:type="column"/>
      </w:r>
      <w:r w:rsidRPr="00684D14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85747A" w:rsidRPr="00226EC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26EC3" w:rsidTr="00FF739D">
        <w:tc>
          <w:tcPr>
            <w:tcW w:w="4962" w:type="dxa"/>
            <w:vAlign w:val="center"/>
          </w:tcPr>
          <w:p w:rsidR="0085747A" w:rsidRPr="00226EC3" w:rsidRDefault="00684D14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4D1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5747A" w:rsidRPr="00226EC3" w:rsidRDefault="00684D14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4D1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50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2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50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</w:rPr>
              <w:t>102</w:t>
            </w:r>
          </w:p>
        </w:tc>
      </w:tr>
      <w:tr w:rsidR="00FF739D" w:rsidRPr="00226EC3" w:rsidTr="00FF739D">
        <w:tc>
          <w:tcPr>
            <w:tcW w:w="4962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4D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F739D" w:rsidRPr="00226EC3" w:rsidRDefault="00684D14" w:rsidP="00FF73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4D1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226EC3" w:rsidRDefault="00684D14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84D1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E1941" w:rsidRPr="00226EC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>6. PRAKTYKI ZAWODOWE W RAMACH PRZEDMIOTU</w:t>
      </w:r>
    </w:p>
    <w:p w:rsidR="0085747A" w:rsidRPr="00226EC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26EC3" w:rsidTr="006A6940">
        <w:trPr>
          <w:trHeight w:val="397"/>
        </w:trPr>
        <w:tc>
          <w:tcPr>
            <w:tcW w:w="3544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A6940" w:rsidRPr="00226EC3" w:rsidTr="006A6940">
        <w:trPr>
          <w:trHeight w:val="397"/>
        </w:trPr>
        <w:tc>
          <w:tcPr>
            <w:tcW w:w="3544" w:type="dxa"/>
          </w:tcPr>
          <w:p w:rsidR="006A6940" w:rsidRPr="00226EC3" w:rsidRDefault="00684D14" w:rsidP="006A69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A6940" w:rsidRPr="00226EC3" w:rsidRDefault="00684D14" w:rsidP="006A69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226EC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4D14">
        <w:rPr>
          <w:rFonts w:ascii="Corbel" w:hAnsi="Corbel"/>
          <w:smallCaps w:val="0"/>
          <w:szCs w:val="24"/>
        </w:rPr>
        <w:t xml:space="preserve">7. LITERATURA </w:t>
      </w:r>
    </w:p>
    <w:p w:rsidR="00675843" w:rsidRPr="00226EC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26EC3" w:rsidTr="006A6940">
        <w:trPr>
          <w:trHeight w:val="397"/>
        </w:trPr>
        <w:tc>
          <w:tcPr>
            <w:tcW w:w="7513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4D1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A6940" w:rsidRPr="00226EC3" w:rsidRDefault="006A6940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J. Chądzyński,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Nowe ruchy społeczne w procesach współzarządzania miastami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„Prace naukowe Uniwersytetu Ekonomicznego we Wrocławiu”, 467/2017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Miasta przyszłości. Wyzwania, wizje, perspektywy</w:t>
            </w:r>
            <w:r w:rsidRPr="00684D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UE, 2011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E. Wojciechowski, </w:t>
            </w:r>
            <w:r w:rsidRPr="00684D14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Zarządzanie w samorządzie terytorialnym</w:t>
            </w:r>
            <w:r w:rsidRPr="00684D1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2012</w:t>
            </w:r>
          </w:p>
        </w:tc>
      </w:tr>
      <w:tr w:rsidR="0085747A" w:rsidRPr="00226EC3" w:rsidTr="006A6940">
        <w:trPr>
          <w:trHeight w:val="397"/>
        </w:trPr>
        <w:tc>
          <w:tcPr>
            <w:tcW w:w="7513" w:type="dxa"/>
          </w:tcPr>
          <w:p w:rsidR="0085747A" w:rsidRPr="00226EC3" w:rsidRDefault="00684D1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84D1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A6940" w:rsidRPr="00226EC3" w:rsidRDefault="006A6940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H. Gawroński,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Zarządzanie strategiczne w samorządach lokalnych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2010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C. Kardasz, J. Możdżer, M. Spychaj,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Miasto, jako fenomen społeczny i kulturowy: zbiór studiów,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 Toruń 2012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Karta Krakowska 2000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Krajowa polityka miejska 2023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2015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K. </w:t>
            </w:r>
            <w:proofErr w:type="spellStart"/>
            <w:r w:rsidRPr="00684D14">
              <w:rPr>
                <w:rFonts w:ascii="Corbel" w:hAnsi="Corbel"/>
                <w:b w:val="0"/>
                <w:smallCaps w:val="0"/>
                <w:sz w:val="22"/>
              </w:rPr>
              <w:t>Kurnicki</w:t>
            </w:r>
            <w:proofErr w:type="spellEnd"/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(Nowe) ruchy miejskie w Polsce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„Trzeci sektor” 3/1013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K. </w:t>
            </w:r>
            <w:proofErr w:type="spellStart"/>
            <w:r w:rsidRPr="00684D14">
              <w:rPr>
                <w:rFonts w:ascii="Corbel" w:hAnsi="Corbel"/>
                <w:b w:val="0"/>
                <w:smallCaps w:val="0"/>
                <w:sz w:val="22"/>
              </w:rPr>
              <w:t>Nawratek</w:t>
            </w:r>
            <w:proofErr w:type="spellEnd"/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Dziury w całym. Wstęp do miejskich rewolucji,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 Warszawa 2012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 xml:space="preserve">A.K. Piasecki, </w:t>
            </w: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Samorząd terytorialny i wspólnoty lokalne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2009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i/>
                <w:smallCaps w:val="0"/>
                <w:sz w:val="22"/>
              </w:rPr>
              <w:t>Założenia krajowej polityki miejskiej do 2020 roku</w:t>
            </w:r>
            <w:r w:rsidRPr="00684D14">
              <w:rPr>
                <w:rFonts w:ascii="Corbel" w:hAnsi="Corbel"/>
                <w:b w:val="0"/>
                <w:smallCaps w:val="0"/>
                <w:sz w:val="22"/>
              </w:rPr>
              <w:t>, Warszawa 2012</w:t>
            </w:r>
          </w:p>
          <w:p w:rsidR="004960C7" w:rsidRPr="00226EC3" w:rsidRDefault="00684D14" w:rsidP="004960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Oraz teksty i dokumenty będące dorobkiem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4D14">
              <w:rPr>
                <w:rFonts w:ascii="Corbel" w:hAnsi="Corbel"/>
                <w:b w:val="0"/>
                <w:smallCaps w:val="0"/>
                <w:sz w:val="22"/>
              </w:rPr>
              <w:t>- kongresów ruchów miejskich</w:t>
            </w:r>
          </w:p>
          <w:p w:rsidR="004960C7" w:rsidRPr="00226EC3" w:rsidRDefault="00684D14" w:rsidP="004960C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84D14">
              <w:rPr>
                <w:rFonts w:ascii="Corbel" w:hAnsi="Corbel"/>
                <w:b w:val="0"/>
                <w:smallCaps w:val="0"/>
              </w:rPr>
              <w:t>- międzynarodowych konferencji „Miasto” (2012-2017)</w:t>
            </w:r>
          </w:p>
        </w:tc>
      </w:tr>
    </w:tbl>
    <w:p w:rsidR="0085747A" w:rsidRPr="00226E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26EC3" w:rsidRDefault="00684D14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84D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6EC3" w:rsidSect="00951E44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B69" w:rsidRDefault="00D44B69" w:rsidP="00C16ABF">
      <w:pPr>
        <w:spacing w:after="0" w:line="240" w:lineRule="auto"/>
      </w:pPr>
      <w:r>
        <w:separator/>
      </w:r>
    </w:p>
  </w:endnote>
  <w:endnote w:type="continuationSeparator" w:id="0">
    <w:p w:rsidR="00D44B69" w:rsidRDefault="00D44B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B69" w:rsidRDefault="00D44B69" w:rsidP="00C16ABF">
      <w:pPr>
        <w:spacing w:after="0" w:line="240" w:lineRule="auto"/>
      </w:pPr>
      <w:r>
        <w:separator/>
      </w:r>
    </w:p>
  </w:footnote>
  <w:footnote w:type="continuationSeparator" w:id="0">
    <w:p w:rsidR="00D44B69" w:rsidRDefault="00D44B69" w:rsidP="00C16ABF">
      <w:pPr>
        <w:spacing w:after="0" w:line="240" w:lineRule="auto"/>
      </w:pPr>
      <w:r>
        <w:continuationSeparator/>
      </w:r>
    </w:p>
  </w:footnote>
  <w:footnote w:id="1">
    <w:p w:rsidR="0030395F" w:rsidRPr="00967D09" w:rsidRDefault="0030395F" w:rsidP="00967D0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BB36EE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D0"/>
    <w:rsid w:val="00070ED6"/>
    <w:rsid w:val="000742DC"/>
    <w:rsid w:val="000752C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77B"/>
    <w:rsid w:val="000D04B0"/>
    <w:rsid w:val="000F1C57"/>
    <w:rsid w:val="000F5615"/>
    <w:rsid w:val="0010326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4AE"/>
    <w:rsid w:val="00192F37"/>
    <w:rsid w:val="001A70D2"/>
    <w:rsid w:val="001D657B"/>
    <w:rsid w:val="001D7B54"/>
    <w:rsid w:val="001E0209"/>
    <w:rsid w:val="001F0473"/>
    <w:rsid w:val="001F2CA2"/>
    <w:rsid w:val="002111E7"/>
    <w:rsid w:val="002144C0"/>
    <w:rsid w:val="0022477D"/>
    <w:rsid w:val="00226EC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502"/>
    <w:rsid w:val="00354E55"/>
    <w:rsid w:val="00363F78"/>
    <w:rsid w:val="003A0A5B"/>
    <w:rsid w:val="003A1176"/>
    <w:rsid w:val="003C0BAE"/>
    <w:rsid w:val="003D18A9"/>
    <w:rsid w:val="003D6CE2"/>
    <w:rsid w:val="003E1941"/>
    <w:rsid w:val="003E2FE6"/>
    <w:rsid w:val="003E48B8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0C7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757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1B5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D14"/>
    <w:rsid w:val="00696477"/>
    <w:rsid w:val="006A69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C6A"/>
    <w:rsid w:val="007F4155"/>
    <w:rsid w:val="007F5DE9"/>
    <w:rsid w:val="00811DE8"/>
    <w:rsid w:val="0081554D"/>
    <w:rsid w:val="0081707E"/>
    <w:rsid w:val="00834DF9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E44"/>
    <w:rsid w:val="00954A07"/>
    <w:rsid w:val="00957A10"/>
    <w:rsid w:val="00967D0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2A4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F3D"/>
    <w:rsid w:val="00CA2B96"/>
    <w:rsid w:val="00CA5089"/>
    <w:rsid w:val="00CC4399"/>
    <w:rsid w:val="00CC509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B69"/>
    <w:rsid w:val="00D552B2"/>
    <w:rsid w:val="00D57BE3"/>
    <w:rsid w:val="00D608D1"/>
    <w:rsid w:val="00D74119"/>
    <w:rsid w:val="00D8075B"/>
    <w:rsid w:val="00D8678B"/>
    <w:rsid w:val="00DA2114"/>
    <w:rsid w:val="00DC10E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81D31"/>
  <w15:docId w15:val="{077D8BD8-1CC5-4910-9B0F-6ADB9EF81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B508C-69F1-4E07-BC48-9607D10A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4</Pages>
  <Words>906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2019-02-06T12:12:00Z</cp:lastPrinted>
  <dcterms:created xsi:type="dcterms:W3CDTF">2020-11-03T09:12:00Z</dcterms:created>
  <dcterms:modified xsi:type="dcterms:W3CDTF">2021-02-19T09:34:00Z</dcterms:modified>
</cp:coreProperties>
</file>